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C1C1B"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POKRIVENOSTI NASTAVE </w:t>
      </w:r>
      <w:r>
        <w:rPr>
          <w:rFonts w:hint="default" w:ascii="Times New Roman" w:hAnsi="Times New Roman"/>
          <w:sz w:val="24"/>
          <w:szCs w:val="24"/>
          <w:lang w:val="bs-Latn-BA"/>
        </w:rPr>
        <w:t>ZA SARADNIKE</w:t>
      </w:r>
    </w:p>
    <w:p w14:paraId="1427A7D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FAKULTET/AKADEMIJA </w:t>
      </w:r>
      <w:r>
        <w:rPr>
          <w:rFonts w:ascii="Times New Roman" w:hAnsi="Times New Roman"/>
          <w:b/>
          <w:bCs/>
          <w:sz w:val="24"/>
          <w:szCs w:val="24"/>
          <w:u w:val="single"/>
          <w:lang w:val="bs-Latn-BA"/>
        </w:rPr>
        <w:t>FARMACEUTSKI FAKULTET</w:t>
      </w:r>
    </w:p>
    <w:tbl>
      <w:tblPr>
        <w:tblStyle w:val="3"/>
        <w:tblW w:w="147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790"/>
        <w:gridCol w:w="628"/>
        <w:gridCol w:w="425"/>
        <w:gridCol w:w="2552"/>
        <w:gridCol w:w="567"/>
        <w:gridCol w:w="567"/>
        <w:gridCol w:w="2551"/>
        <w:gridCol w:w="567"/>
        <w:gridCol w:w="579"/>
        <w:gridCol w:w="2504"/>
      </w:tblGrid>
      <w:tr w14:paraId="572F9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977" w:type="dxa"/>
            <w:vMerge w:val="restart"/>
            <w:vAlign w:val="center"/>
          </w:tcPr>
          <w:p w14:paraId="5C73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790" w:type="dxa"/>
            <w:vMerge w:val="restart"/>
            <w:textDirection w:val="btLr"/>
            <w:vAlign w:val="center"/>
          </w:tcPr>
          <w:p w14:paraId="5FF035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God/sem</w:t>
            </w:r>
          </w:p>
        </w:tc>
        <w:tc>
          <w:tcPr>
            <w:tcW w:w="1053" w:type="dxa"/>
            <w:gridSpan w:val="2"/>
          </w:tcPr>
          <w:p w14:paraId="4350DA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3"/>
            <w:vAlign w:val="center"/>
          </w:tcPr>
          <w:p w14:paraId="31C86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97" w:type="dxa"/>
            <w:gridSpan w:val="3"/>
            <w:vAlign w:val="center"/>
          </w:tcPr>
          <w:p w14:paraId="34DE63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504" w:type="dxa"/>
            <w:vMerge w:val="restart"/>
          </w:tcPr>
          <w:p w14:paraId="6B0B7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BA99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848B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4F7D54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24FC0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Merge w:val="continue"/>
            <w:vAlign w:val="center"/>
          </w:tcPr>
          <w:p w14:paraId="43DF44D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790" w:type="dxa"/>
            <w:vMerge w:val="continue"/>
            <w:vAlign w:val="center"/>
          </w:tcPr>
          <w:p w14:paraId="73114A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628" w:type="dxa"/>
            <w:textDirection w:val="btLr"/>
          </w:tcPr>
          <w:p w14:paraId="732425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P/A/V</w:t>
            </w:r>
          </w:p>
        </w:tc>
        <w:tc>
          <w:tcPr>
            <w:tcW w:w="425" w:type="dxa"/>
            <w:textDirection w:val="btLr"/>
            <w:vAlign w:val="center"/>
          </w:tcPr>
          <w:p w14:paraId="7DFB71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sati</w:t>
            </w:r>
          </w:p>
        </w:tc>
        <w:tc>
          <w:tcPr>
            <w:tcW w:w="2552" w:type="dxa"/>
            <w:vAlign w:val="center"/>
          </w:tcPr>
          <w:p w14:paraId="04745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77146746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Vođeno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 w:type="textWrapping"/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grupa</w:t>
            </w:r>
          </w:p>
        </w:tc>
        <w:tc>
          <w:tcPr>
            <w:tcW w:w="567" w:type="dxa"/>
            <w:textDirection w:val="btLr"/>
            <w:vAlign w:val="center"/>
          </w:tcPr>
          <w:p w14:paraId="0EC9AB2B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Održanih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 w:type="textWrapping"/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sati</w:t>
            </w:r>
          </w:p>
        </w:tc>
        <w:tc>
          <w:tcPr>
            <w:tcW w:w="2551" w:type="dxa"/>
            <w:vAlign w:val="center"/>
          </w:tcPr>
          <w:p w14:paraId="5C17E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5E0677D9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Vođeno grupa</w:t>
            </w:r>
          </w:p>
        </w:tc>
        <w:tc>
          <w:tcPr>
            <w:tcW w:w="579" w:type="dxa"/>
            <w:textDirection w:val="btLr"/>
            <w:vAlign w:val="center"/>
          </w:tcPr>
          <w:p w14:paraId="161E0709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Planirani sati</w:t>
            </w:r>
          </w:p>
        </w:tc>
        <w:tc>
          <w:tcPr>
            <w:tcW w:w="2504" w:type="dxa"/>
            <w:vMerge w:val="continue"/>
          </w:tcPr>
          <w:p w14:paraId="1E989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14:paraId="79D41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44099132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Instrumentalna farmaceutska analiza</w:t>
            </w:r>
          </w:p>
        </w:tc>
        <w:tc>
          <w:tcPr>
            <w:tcW w:w="790" w:type="dxa"/>
            <w:vAlign w:val="center"/>
          </w:tcPr>
          <w:p w14:paraId="4166999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622DC858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0C18C9A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52" w:type="dxa"/>
            <w:vAlign w:val="center"/>
          </w:tcPr>
          <w:p w14:paraId="5BD69FB7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Zerina Mujić, ass.</w:t>
            </w:r>
          </w:p>
          <w:p w14:paraId="077578A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Azra Suljić, ass.</w:t>
            </w:r>
          </w:p>
        </w:tc>
        <w:tc>
          <w:tcPr>
            <w:tcW w:w="567" w:type="dxa"/>
            <w:textDirection w:val="lrTbV"/>
            <w:vAlign w:val="center"/>
          </w:tcPr>
          <w:p w14:paraId="5BE6BF7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2,5</w:t>
            </w:r>
          </w:p>
          <w:p w14:paraId="60C9D73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</w:tc>
        <w:tc>
          <w:tcPr>
            <w:tcW w:w="567" w:type="dxa"/>
            <w:textDirection w:val="lrTbV"/>
            <w:vAlign w:val="center"/>
          </w:tcPr>
          <w:p w14:paraId="448079D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  <w:p w14:paraId="1FDF531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C153E1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Zerina Mujić, ass.</w:t>
            </w:r>
          </w:p>
          <w:p w14:paraId="740CBBD4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Azra Suljić, ass.</w:t>
            </w:r>
          </w:p>
          <w:p w14:paraId="028E4620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Arnela Halilčević, ass.</w:t>
            </w:r>
          </w:p>
        </w:tc>
        <w:tc>
          <w:tcPr>
            <w:tcW w:w="567" w:type="dxa"/>
            <w:textDirection w:val="lrTbV"/>
            <w:vAlign w:val="center"/>
          </w:tcPr>
          <w:p w14:paraId="62C47EB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2,5</w:t>
            </w:r>
          </w:p>
          <w:p w14:paraId="269DA53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0,75</w:t>
            </w:r>
          </w:p>
          <w:p w14:paraId="513B533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0,75</w:t>
            </w:r>
          </w:p>
        </w:tc>
        <w:tc>
          <w:tcPr>
            <w:tcW w:w="579" w:type="dxa"/>
            <w:textDirection w:val="lrTbV"/>
            <w:vAlign w:val="center"/>
          </w:tcPr>
          <w:p w14:paraId="290105B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  <w:p w14:paraId="1A35EE83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  <w:p w14:paraId="278BA48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</w:tc>
        <w:tc>
          <w:tcPr>
            <w:tcW w:w="2504" w:type="dxa"/>
            <w:vAlign w:val="center"/>
          </w:tcPr>
          <w:p w14:paraId="084F9A39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Zbog tehničke greške u P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 xml:space="preserve">rijedlogu NNV-a, donešena Odluka o Izmjenama i dopunama plana realizacije nastave broj: </w:t>
            </w: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  <w:t>03-330-1-3.1/25 od 22.01.2025. po kojoj spoljni saradnik Azra Suljić, ass. pokriva više od 13  sati vježbi, a što je suprotno Odluci broj: 03-4286-1-4/24 od 23.08.2024. godine.</w:t>
            </w:r>
          </w:p>
        </w:tc>
      </w:tr>
    </w:tbl>
    <w:p w14:paraId="7815C73C">
      <w:pPr>
        <w:tabs>
          <w:tab w:val="left" w:pos="7785"/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>Prodekan za nastavu i studentska pitanja:</w:t>
      </w:r>
    </w:p>
    <w:p w14:paraId="6F292C80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NNV/UNV:</w:t>
      </w:r>
      <w:r>
        <w:rPr>
          <w:rFonts w:hint="default" w:ascii="Times New Roman" w:hAnsi="Times New Roman"/>
          <w:lang w:val="bs-Latn-BA"/>
        </w:rPr>
        <w:t xml:space="preserve"> 05.02.2025.</w:t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Predsjedavajuća Naučno nastavnog vijeća: </w:t>
      </w:r>
    </w:p>
    <w:sectPr>
      <w:pgSz w:w="15840" w:h="12240" w:orient="landscape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attachedTemplate r:id="rId1"/>
  <w:documentProtection w:enforcement="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68"/>
    <w:rsid w:val="00013B4E"/>
    <w:rsid w:val="00023E31"/>
    <w:rsid w:val="000360EF"/>
    <w:rsid w:val="000361B6"/>
    <w:rsid w:val="00070D88"/>
    <w:rsid w:val="00074AE2"/>
    <w:rsid w:val="00095BAD"/>
    <w:rsid w:val="000A14E0"/>
    <w:rsid w:val="000B16AB"/>
    <w:rsid w:val="000B459A"/>
    <w:rsid w:val="000E7DFB"/>
    <w:rsid w:val="000F03F1"/>
    <w:rsid w:val="0011636F"/>
    <w:rsid w:val="001247D1"/>
    <w:rsid w:val="001263CB"/>
    <w:rsid w:val="00135270"/>
    <w:rsid w:val="00144100"/>
    <w:rsid w:val="001470A5"/>
    <w:rsid w:val="00151F35"/>
    <w:rsid w:val="001609AC"/>
    <w:rsid w:val="001720AB"/>
    <w:rsid w:val="00182482"/>
    <w:rsid w:val="00187F20"/>
    <w:rsid w:val="00192D6D"/>
    <w:rsid w:val="001A1F22"/>
    <w:rsid w:val="001C5DF1"/>
    <w:rsid w:val="001D0C2E"/>
    <w:rsid w:val="001D5FB8"/>
    <w:rsid w:val="001D7E95"/>
    <w:rsid w:val="0020449B"/>
    <w:rsid w:val="00206368"/>
    <w:rsid w:val="0021030F"/>
    <w:rsid w:val="002144DD"/>
    <w:rsid w:val="00223E2F"/>
    <w:rsid w:val="00225B94"/>
    <w:rsid w:val="002459EB"/>
    <w:rsid w:val="00250509"/>
    <w:rsid w:val="002665F4"/>
    <w:rsid w:val="00286525"/>
    <w:rsid w:val="00287205"/>
    <w:rsid w:val="0029304B"/>
    <w:rsid w:val="002A5FE8"/>
    <w:rsid w:val="002C1D33"/>
    <w:rsid w:val="002E0D4A"/>
    <w:rsid w:val="002E1C8D"/>
    <w:rsid w:val="002E299A"/>
    <w:rsid w:val="002F6C4D"/>
    <w:rsid w:val="0030095F"/>
    <w:rsid w:val="003012FD"/>
    <w:rsid w:val="003221DE"/>
    <w:rsid w:val="00327450"/>
    <w:rsid w:val="003351C7"/>
    <w:rsid w:val="00353B29"/>
    <w:rsid w:val="003624F0"/>
    <w:rsid w:val="00372795"/>
    <w:rsid w:val="003739D0"/>
    <w:rsid w:val="00382539"/>
    <w:rsid w:val="003878A0"/>
    <w:rsid w:val="003A7FFC"/>
    <w:rsid w:val="003B33CB"/>
    <w:rsid w:val="003B3729"/>
    <w:rsid w:val="003B7859"/>
    <w:rsid w:val="003C64BE"/>
    <w:rsid w:val="003D206C"/>
    <w:rsid w:val="003E1896"/>
    <w:rsid w:val="003E5412"/>
    <w:rsid w:val="003E7AEB"/>
    <w:rsid w:val="003F39B9"/>
    <w:rsid w:val="003F424A"/>
    <w:rsid w:val="003F6636"/>
    <w:rsid w:val="003F6E57"/>
    <w:rsid w:val="004234A0"/>
    <w:rsid w:val="004317B5"/>
    <w:rsid w:val="00451671"/>
    <w:rsid w:val="00491D1D"/>
    <w:rsid w:val="004A381E"/>
    <w:rsid w:val="004A61E2"/>
    <w:rsid w:val="004C36F2"/>
    <w:rsid w:val="004D307F"/>
    <w:rsid w:val="004D43A1"/>
    <w:rsid w:val="004D61DF"/>
    <w:rsid w:val="004E65D0"/>
    <w:rsid w:val="00511529"/>
    <w:rsid w:val="005149C9"/>
    <w:rsid w:val="00520A7F"/>
    <w:rsid w:val="00524315"/>
    <w:rsid w:val="005561AF"/>
    <w:rsid w:val="005571BE"/>
    <w:rsid w:val="00573DDB"/>
    <w:rsid w:val="00586B00"/>
    <w:rsid w:val="00591B80"/>
    <w:rsid w:val="005C1578"/>
    <w:rsid w:val="005C5340"/>
    <w:rsid w:val="005D3BB6"/>
    <w:rsid w:val="005E26D3"/>
    <w:rsid w:val="00620D46"/>
    <w:rsid w:val="00663346"/>
    <w:rsid w:val="00677BEC"/>
    <w:rsid w:val="006910B9"/>
    <w:rsid w:val="006A3D9E"/>
    <w:rsid w:val="006B2C20"/>
    <w:rsid w:val="006B4B7D"/>
    <w:rsid w:val="006D0B6D"/>
    <w:rsid w:val="006D585E"/>
    <w:rsid w:val="006E558F"/>
    <w:rsid w:val="006E5F5D"/>
    <w:rsid w:val="006F51DB"/>
    <w:rsid w:val="006F6D14"/>
    <w:rsid w:val="00701F0A"/>
    <w:rsid w:val="00706613"/>
    <w:rsid w:val="007215AF"/>
    <w:rsid w:val="00723396"/>
    <w:rsid w:val="00725F18"/>
    <w:rsid w:val="00736DA1"/>
    <w:rsid w:val="007560C8"/>
    <w:rsid w:val="007569A9"/>
    <w:rsid w:val="00760EEE"/>
    <w:rsid w:val="007A0102"/>
    <w:rsid w:val="007A2940"/>
    <w:rsid w:val="007C6A7D"/>
    <w:rsid w:val="007E2508"/>
    <w:rsid w:val="007E2BAF"/>
    <w:rsid w:val="007F7202"/>
    <w:rsid w:val="0080041A"/>
    <w:rsid w:val="0080418F"/>
    <w:rsid w:val="008050EC"/>
    <w:rsid w:val="008101F6"/>
    <w:rsid w:val="00845C8F"/>
    <w:rsid w:val="00862839"/>
    <w:rsid w:val="00865FBF"/>
    <w:rsid w:val="00866427"/>
    <w:rsid w:val="00870884"/>
    <w:rsid w:val="008743F2"/>
    <w:rsid w:val="00882641"/>
    <w:rsid w:val="008A0942"/>
    <w:rsid w:val="008B3724"/>
    <w:rsid w:val="008D6AE7"/>
    <w:rsid w:val="008E2B01"/>
    <w:rsid w:val="008E2E31"/>
    <w:rsid w:val="00900972"/>
    <w:rsid w:val="00912AB1"/>
    <w:rsid w:val="0092241A"/>
    <w:rsid w:val="00926101"/>
    <w:rsid w:val="0092740C"/>
    <w:rsid w:val="00934128"/>
    <w:rsid w:val="00952C6E"/>
    <w:rsid w:val="00953030"/>
    <w:rsid w:val="00953195"/>
    <w:rsid w:val="0097214B"/>
    <w:rsid w:val="00977731"/>
    <w:rsid w:val="009821A0"/>
    <w:rsid w:val="0098686A"/>
    <w:rsid w:val="00995D67"/>
    <w:rsid w:val="00997762"/>
    <w:rsid w:val="009A5DD1"/>
    <w:rsid w:val="009A750B"/>
    <w:rsid w:val="009C1C73"/>
    <w:rsid w:val="009C623B"/>
    <w:rsid w:val="009F0004"/>
    <w:rsid w:val="00A00F1B"/>
    <w:rsid w:val="00A27EFB"/>
    <w:rsid w:val="00A4027F"/>
    <w:rsid w:val="00A4041C"/>
    <w:rsid w:val="00A46A9B"/>
    <w:rsid w:val="00A507FD"/>
    <w:rsid w:val="00A65107"/>
    <w:rsid w:val="00A742D3"/>
    <w:rsid w:val="00A75055"/>
    <w:rsid w:val="00A7789E"/>
    <w:rsid w:val="00A87CF6"/>
    <w:rsid w:val="00A9233D"/>
    <w:rsid w:val="00AA07D8"/>
    <w:rsid w:val="00AB15C5"/>
    <w:rsid w:val="00AC6757"/>
    <w:rsid w:val="00AD7523"/>
    <w:rsid w:val="00AE39D5"/>
    <w:rsid w:val="00AE6405"/>
    <w:rsid w:val="00AE6579"/>
    <w:rsid w:val="00B03D00"/>
    <w:rsid w:val="00B14515"/>
    <w:rsid w:val="00B15CBD"/>
    <w:rsid w:val="00B263D7"/>
    <w:rsid w:val="00B266E6"/>
    <w:rsid w:val="00B277F0"/>
    <w:rsid w:val="00B429D8"/>
    <w:rsid w:val="00B455CB"/>
    <w:rsid w:val="00B46D3E"/>
    <w:rsid w:val="00B4704D"/>
    <w:rsid w:val="00B571CC"/>
    <w:rsid w:val="00B61073"/>
    <w:rsid w:val="00B65810"/>
    <w:rsid w:val="00BB5871"/>
    <w:rsid w:val="00BC7A67"/>
    <w:rsid w:val="00BE17B3"/>
    <w:rsid w:val="00BF11B3"/>
    <w:rsid w:val="00C00DA2"/>
    <w:rsid w:val="00C04827"/>
    <w:rsid w:val="00C142EC"/>
    <w:rsid w:val="00C27A95"/>
    <w:rsid w:val="00C439F4"/>
    <w:rsid w:val="00C6137D"/>
    <w:rsid w:val="00C874E8"/>
    <w:rsid w:val="00CB5E1B"/>
    <w:rsid w:val="00CC6D94"/>
    <w:rsid w:val="00CD01F6"/>
    <w:rsid w:val="00CD28D9"/>
    <w:rsid w:val="00CE7BED"/>
    <w:rsid w:val="00CF06B4"/>
    <w:rsid w:val="00D14794"/>
    <w:rsid w:val="00D16F66"/>
    <w:rsid w:val="00D208E5"/>
    <w:rsid w:val="00D248DC"/>
    <w:rsid w:val="00D2703E"/>
    <w:rsid w:val="00D926B3"/>
    <w:rsid w:val="00DA311B"/>
    <w:rsid w:val="00DA7C65"/>
    <w:rsid w:val="00DB2CBC"/>
    <w:rsid w:val="00DC28C0"/>
    <w:rsid w:val="00DD2D9C"/>
    <w:rsid w:val="00DD7BC2"/>
    <w:rsid w:val="00DE5387"/>
    <w:rsid w:val="00DE6AC5"/>
    <w:rsid w:val="00E03F0D"/>
    <w:rsid w:val="00E1360D"/>
    <w:rsid w:val="00E5386D"/>
    <w:rsid w:val="00E54A53"/>
    <w:rsid w:val="00E66A79"/>
    <w:rsid w:val="00E83DC4"/>
    <w:rsid w:val="00E94F8A"/>
    <w:rsid w:val="00EB47B4"/>
    <w:rsid w:val="00EC6E75"/>
    <w:rsid w:val="00EE1E2D"/>
    <w:rsid w:val="00EE3A76"/>
    <w:rsid w:val="00EF2873"/>
    <w:rsid w:val="00EF39B3"/>
    <w:rsid w:val="00EF5393"/>
    <w:rsid w:val="00F359BC"/>
    <w:rsid w:val="00F557C0"/>
    <w:rsid w:val="00F6332C"/>
    <w:rsid w:val="00F65E85"/>
    <w:rsid w:val="00F7092C"/>
    <w:rsid w:val="00F74D79"/>
    <w:rsid w:val="00F7533E"/>
    <w:rsid w:val="00F86EE2"/>
    <w:rsid w:val="00F9189C"/>
    <w:rsid w:val="00FC6D75"/>
    <w:rsid w:val="00FC7CE3"/>
    <w:rsid w:val="00FD0E6C"/>
    <w:rsid w:val="00FD1BAE"/>
    <w:rsid w:val="00FD37E7"/>
    <w:rsid w:val="00FD6B29"/>
    <w:rsid w:val="00FF6423"/>
    <w:rsid w:val="043D4575"/>
    <w:rsid w:val="054B46DC"/>
    <w:rsid w:val="06056A6E"/>
    <w:rsid w:val="095E54EB"/>
    <w:rsid w:val="0CB43498"/>
    <w:rsid w:val="0DCD0D76"/>
    <w:rsid w:val="0F9E3E16"/>
    <w:rsid w:val="13F13588"/>
    <w:rsid w:val="152260BC"/>
    <w:rsid w:val="154766E3"/>
    <w:rsid w:val="15D75E5A"/>
    <w:rsid w:val="15FD2AA2"/>
    <w:rsid w:val="18DF5509"/>
    <w:rsid w:val="1CE01DF0"/>
    <w:rsid w:val="1E49362B"/>
    <w:rsid w:val="1E981141"/>
    <w:rsid w:val="1F33045A"/>
    <w:rsid w:val="1F8315E6"/>
    <w:rsid w:val="20C43BF7"/>
    <w:rsid w:val="22D97EBC"/>
    <w:rsid w:val="240E784B"/>
    <w:rsid w:val="26DF4E6D"/>
    <w:rsid w:val="2D580F5B"/>
    <w:rsid w:val="2EAD4823"/>
    <w:rsid w:val="2F581996"/>
    <w:rsid w:val="2FA92D39"/>
    <w:rsid w:val="33B378A7"/>
    <w:rsid w:val="356C3BAA"/>
    <w:rsid w:val="36B3269F"/>
    <w:rsid w:val="38AB452C"/>
    <w:rsid w:val="38B300F1"/>
    <w:rsid w:val="39EE3018"/>
    <w:rsid w:val="3B8C172E"/>
    <w:rsid w:val="40531A99"/>
    <w:rsid w:val="41EA4FEF"/>
    <w:rsid w:val="42091F04"/>
    <w:rsid w:val="45AB21DA"/>
    <w:rsid w:val="45AD0F7E"/>
    <w:rsid w:val="4750610E"/>
    <w:rsid w:val="4A96547E"/>
    <w:rsid w:val="4C147660"/>
    <w:rsid w:val="501D29FE"/>
    <w:rsid w:val="55CC22C7"/>
    <w:rsid w:val="58605108"/>
    <w:rsid w:val="590871F5"/>
    <w:rsid w:val="5BD5353A"/>
    <w:rsid w:val="5FB151A6"/>
    <w:rsid w:val="652374D0"/>
    <w:rsid w:val="6A7342AA"/>
    <w:rsid w:val="6ADD0B5E"/>
    <w:rsid w:val="6C76025E"/>
    <w:rsid w:val="73B57063"/>
    <w:rsid w:val="77A1504F"/>
    <w:rsid w:val="7AEE5ABC"/>
    <w:rsid w:val="7B41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Company>Grizli777</Company>
  <Pages>1</Pages>
  <Words>607</Words>
  <Characters>3464</Characters>
  <Lines>28</Lines>
  <Paragraphs>8</Paragraphs>
  <TotalTime>13</TotalTime>
  <ScaleCrop>false</ScaleCrop>
  <LinksUpToDate>false</LinksUpToDate>
  <CharactersWithSpaces>4063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2021-02-25T08:38:00Z</dcterms:created>
  <dc:creator>Emir</dc:creator>
  <cp:lastModifiedBy>ERF2</cp:lastModifiedBy>
  <cp:lastPrinted>2018-12-10T09:56:00Z</cp:lastPrinted>
  <dcterms:modified xsi:type="dcterms:W3CDTF">2025-01-30T14:31:21Z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71851202D2184D76BA5A0E8889908D96_13</vt:lpwstr>
  </property>
</Properties>
</file>