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340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F1E5FD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Analiza i kontrola lijekova I</w:t>
            </w:r>
          </w:p>
        </w:tc>
        <w:tc>
          <w:tcPr>
            <w:tcW w:w="790" w:type="dxa"/>
            <w:vAlign w:val="center"/>
          </w:tcPr>
          <w:p w14:paraId="48D150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6304EFD7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4F450EA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702CCFE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36D2B64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4E85CE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0BEE42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43EA314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D246D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530E1049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1710AAB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5D4C811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0,6</w:t>
            </w:r>
          </w:p>
          <w:p w14:paraId="282634E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1,4</w:t>
            </w:r>
          </w:p>
        </w:tc>
        <w:tc>
          <w:tcPr>
            <w:tcW w:w="2504" w:type="dxa"/>
            <w:vAlign w:val="center"/>
          </w:tcPr>
          <w:p w14:paraId="404B676A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2B27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3C6824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Analiza i kontrola lijekova II</w:t>
            </w:r>
          </w:p>
        </w:tc>
        <w:tc>
          <w:tcPr>
            <w:tcW w:w="790" w:type="dxa"/>
            <w:vAlign w:val="center"/>
          </w:tcPr>
          <w:p w14:paraId="631E87A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4223A61C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105F41E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01B469C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67372F2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328A2BA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322347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5590314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B70F5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36FBC67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4A5C75B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00C9BAD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0,4</w:t>
            </w:r>
          </w:p>
          <w:p w14:paraId="5A0EDF2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1,6</w:t>
            </w:r>
          </w:p>
        </w:tc>
        <w:tc>
          <w:tcPr>
            <w:tcW w:w="2504" w:type="dxa"/>
            <w:vAlign w:val="center"/>
          </w:tcPr>
          <w:p w14:paraId="043B7BCB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25B1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D92D23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Farmaceutska etika i zakonodavstvo</w:t>
            </w:r>
          </w:p>
        </w:tc>
        <w:tc>
          <w:tcPr>
            <w:tcW w:w="790" w:type="dxa"/>
            <w:vAlign w:val="center"/>
          </w:tcPr>
          <w:p w14:paraId="52F0256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67F44A3A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197CF9C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CF5AEB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429BB78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306045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3F3B0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7ADB18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Maida Šljivić Husejnović, doc.</w:t>
            </w:r>
          </w:p>
          <w:p w14:paraId="33A9BBE1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5F289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4E14C8E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0,9</w:t>
            </w:r>
          </w:p>
          <w:p w14:paraId="1D33DE1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1,1</w:t>
            </w:r>
          </w:p>
        </w:tc>
        <w:tc>
          <w:tcPr>
            <w:tcW w:w="2504" w:type="dxa"/>
            <w:vAlign w:val="center"/>
          </w:tcPr>
          <w:p w14:paraId="42676AA5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506F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7F5AA4F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lijekova</w:t>
            </w:r>
          </w:p>
        </w:tc>
        <w:tc>
          <w:tcPr>
            <w:tcW w:w="790" w:type="dxa"/>
            <w:vAlign w:val="center"/>
          </w:tcPr>
          <w:p w14:paraId="7B52B3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408B8A22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724EAD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4DD49F9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59C060A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2E0547C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D77EF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1,6</w:t>
            </w:r>
          </w:p>
          <w:p w14:paraId="72D8992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37944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02E24C1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670CFA6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004DD44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1,45</w:t>
            </w:r>
          </w:p>
          <w:p w14:paraId="55DCECD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0,55</w:t>
            </w:r>
          </w:p>
        </w:tc>
        <w:tc>
          <w:tcPr>
            <w:tcW w:w="2504" w:type="dxa"/>
            <w:vAlign w:val="center"/>
          </w:tcPr>
          <w:p w14:paraId="7CFB82D6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40E7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369DF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Imunohemija sa osnovama imunologije</w:t>
            </w:r>
          </w:p>
        </w:tc>
        <w:tc>
          <w:tcPr>
            <w:tcW w:w="790" w:type="dxa"/>
            <w:vAlign w:val="center"/>
          </w:tcPr>
          <w:p w14:paraId="210B1DF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60F24861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6893D0E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59F0CB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7E7B3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E4D09B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775DE8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30E2E92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14CABB6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4013DB9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1,8</w:t>
            </w:r>
          </w:p>
          <w:p w14:paraId="36AA1AE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0,2</w:t>
            </w:r>
          </w:p>
        </w:tc>
        <w:tc>
          <w:tcPr>
            <w:tcW w:w="2504" w:type="dxa"/>
            <w:vAlign w:val="center"/>
          </w:tcPr>
          <w:p w14:paraId="42CFA20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5F34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1D5A3475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raka</w:t>
            </w:r>
          </w:p>
        </w:tc>
        <w:tc>
          <w:tcPr>
            <w:tcW w:w="790" w:type="dxa"/>
            <w:vAlign w:val="center"/>
          </w:tcPr>
          <w:p w14:paraId="62706217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4AB73D4B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3BD5850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5AC08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10721CF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789A1F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50FA9A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56D2470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40B3C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0946B56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5C6ACE0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74DD76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1,3</w:t>
            </w:r>
          </w:p>
          <w:p w14:paraId="1F8606D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</w:tc>
        <w:tc>
          <w:tcPr>
            <w:tcW w:w="2504" w:type="dxa"/>
            <w:vAlign w:val="center"/>
          </w:tcPr>
          <w:p w14:paraId="3D0E8A66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21AE1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570620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</w:t>
            </w:r>
          </w:p>
        </w:tc>
        <w:tc>
          <w:tcPr>
            <w:tcW w:w="790" w:type="dxa"/>
            <w:vAlign w:val="center"/>
          </w:tcPr>
          <w:p w14:paraId="507960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0A944780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5/0/3</w:t>
            </w:r>
          </w:p>
        </w:tc>
        <w:tc>
          <w:tcPr>
            <w:tcW w:w="425" w:type="dxa"/>
            <w:textDirection w:val="lrTbV"/>
            <w:vAlign w:val="center"/>
          </w:tcPr>
          <w:p w14:paraId="5A98CE1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52" w:type="dxa"/>
            <w:vAlign w:val="center"/>
          </w:tcPr>
          <w:p w14:paraId="444AC67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Nahida Srabović, vanr.prof.</w:t>
            </w:r>
          </w:p>
          <w:p w14:paraId="5CB59A3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183B2F3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41B9CBB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797485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1B41D8A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3140C12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98DEB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Nahida Srabović, vanr.prof.</w:t>
            </w:r>
          </w:p>
          <w:p w14:paraId="69D8319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4C05BB8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46E0151C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Lejla Begić, emeritus</w:t>
            </w:r>
          </w:p>
        </w:tc>
        <w:tc>
          <w:tcPr>
            <w:tcW w:w="567" w:type="dxa"/>
            <w:textDirection w:val="lrTbV"/>
            <w:vAlign w:val="center"/>
          </w:tcPr>
          <w:p w14:paraId="6CF8915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061CD8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560F261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  <w:p w14:paraId="65C086A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26B8B58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0,8</w:t>
            </w:r>
          </w:p>
        </w:tc>
        <w:tc>
          <w:tcPr>
            <w:tcW w:w="2504" w:type="dxa"/>
            <w:vAlign w:val="center"/>
          </w:tcPr>
          <w:p w14:paraId="02B52F2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722FE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D0D1C7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Farmaceutska biotehnologija</w:t>
            </w:r>
          </w:p>
        </w:tc>
        <w:tc>
          <w:tcPr>
            <w:tcW w:w="790" w:type="dxa"/>
            <w:vAlign w:val="center"/>
          </w:tcPr>
          <w:p w14:paraId="1FD202F6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7668C2C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2/1/0</w:t>
            </w:r>
          </w:p>
        </w:tc>
        <w:tc>
          <w:tcPr>
            <w:tcW w:w="425" w:type="dxa"/>
            <w:textDirection w:val="lrTbV"/>
            <w:vAlign w:val="center"/>
          </w:tcPr>
          <w:p w14:paraId="60EDF14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09B6026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3624452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0551ADF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B6680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  <w:p w14:paraId="41AB696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21C39C1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AB7E25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1,7</w:t>
            </w:r>
          </w:p>
          <w:p w14:paraId="0B89759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0,3</w:t>
            </w:r>
          </w:p>
        </w:tc>
        <w:tc>
          <w:tcPr>
            <w:tcW w:w="2504" w:type="dxa"/>
            <w:vAlign w:val="center"/>
          </w:tcPr>
          <w:p w14:paraId="460D9442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7324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A0F104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Metodologija istraživanja sa biostatistikom</w:t>
            </w:r>
          </w:p>
        </w:tc>
        <w:tc>
          <w:tcPr>
            <w:tcW w:w="790" w:type="dxa"/>
            <w:vAlign w:val="center"/>
          </w:tcPr>
          <w:p w14:paraId="3446739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4B919BB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71B88CD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BA7DD4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  <w:p w14:paraId="4F9C4289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0EB473F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D72BBF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1,8</w:t>
            </w:r>
          </w:p>
          <w:p w14:paraId="63F12CC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1ED9B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  <w:p w14:paraId="4BCB7882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53B9D35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BF19D3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1,7</w:t>
            </w:r>
          </w:p>
          <w:p w14:paraId="08AE7DE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0,3</w:t>
            </w:r>
          </w:p>
        </w:tc>
        <w:tc>
          <w:tcPr>
            <w:tcW w:w="2504" w:type="dxa"/>
            <w:vAlign w:val="center"/>
          </w:tcPr>
          <w:p w14:paraId="15FDEBCE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32C9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70B277B0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Bromatologija</w:t>
            </w:r>
          </w:p>
        </w:tc>
        <w:tc>
          <w:tcPr>
            <w:tcW w:w="790" w:type="dxa"/>
            <w:vAlign w:val="center"/>
          </w:tcPr>
          <w:p w14:paraId="74C3C84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D562DED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5E2A53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1074C61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68F188A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Merima Ibišević, doc.</w:t>
            </w:r>
          </w:p>
          <w:p w14:paraId="08A5AFAA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3B7422F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128F19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1,8</w:t>
            </w:r>
          </w:p>
          <w:p w14:paraId="29C8164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02EA709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C1980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4DAAC39C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Merima Ibišević, doc.</w:t>
            </w:r>
          </w:p>
          <w:p w14:paraId="6EDE837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  <w:p w14:paraId="45555E5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Midhat Jašić, emeritus</w:t>
            </w:r>
          </w:p>
        </w:tc>
        <w:tc>
          <w:tcPr>
            <w:tcW w:w="567" w:type="dxa"/>
            <w:textDirection w:val="lrTbV"/>
            <w:vAlign w:val="center"/>
          </w:tcPr>
          <w:p w14:paraId="628D94F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4185D2B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0,3</w:t>
            </w:r>
          </w:p>
          <w:p w14:paraId="2118389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467BBEC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  <w:p w14:paraId="49128E9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5F1663FF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16CC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70464E6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 xml:space="preserve">Klinička biohemija </w:t>
            </w:r>
          </w:p>
        </w:tc>
        <w:tc>
          <w:tcPr>
            <w:tcW w:w="790" w:type="dxa"/>
            <w:vAlign w:val="center"/>
          </w:tcPr>
          <w:p w14:paraId="3B88F11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61A69F0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5/0/2</w:t>
            </w:r>
          </w:p>
        </w:tc>
        <w:tc>
          <w:tcPr>
            <w:tcW w:w="425" w:type="dxa"/>
            <w:textDirection w:val="lrTbV"/>
            <w:vAlign w:val="center"/>
          </w:tcPr>
          <w:p w14:paraId="4D10A2C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52" w:type="dxa"/>
            <w:vAlign w:val="center"/>
          </w:tcPr>
          <w:p w14:paraId="35AE13A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Nahida Srabović, vanr.prof.</w:t>
            </w:r>
          </w:p>
          <w:p w14:paraId="3991B81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797A29C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6BE873E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A19F99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4,3</w:t>
            </w:r>
          </w:p>
          <w:p w14:paraId="7C852C9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6C39CBE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D4132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Nahida Srabović, vanr.prof.</w:t>
            </w:r>
          </w:p>
          <w:p w14:paraId="640A85A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  <w:p w14:paraId="7909942D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</w:tc>
        <w:tc>
          <w:tcPr>
            <w:tcW w:w="567" w:type="dxa"/>
            <w:textDirection w:val="lrTbV"/>
            <w:vAlign w:val="center"/>
          </w:tcPr>
          <w:p w14:paraId="0F05ED1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D0A2E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4,15</w:t>
            </w:r>
          </w:p>
          <w:p w14:paraId="11C17E9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3092526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0,35</w:t>
            </w:r>
          </w:p>
        </w:tc>
        <w:tc>
          <w:tcPr>
            <w:tcW w:w="2504" w:type="dxa"/>
            <w:vAlign w:val="center"/>
          </w:tcPr>
          <w:p w14:paraId="4712152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na prvom i integrisanom I i II ciklusu studija radi pokrivanja nastave na II ciklusu studija na Prirodno matematičkom i Tehnološkom fakultetu i na III ciklusu nastave na Farmaceutskom fakultetu</w:t>
            </w:r>
          </w:p>
        </w:tc>
      </w:tr>
      <w:tr w14:paraId="67BE3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5C1BF3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Farmaceutska botanika</w:t>
            </w:r>
          </w:p>
        </w:tc>
        <w:tc>
          <w:tcPr>
            <w:tcW w:w="790" w:type="dxa"/>
            <w:vAlign w:val="center"/>
          </w:tcPr>
          <w:p w14:paraId="67B5E58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291739A4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895430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0760D01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  <w:p w14:paraId="4C4FCBA8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Sanida Bektić,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3052E16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B333C7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204074B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2551" w:type="dxa"/>
            <w:shd w:val="clear"/>
            <w:vAlign w:val="center"/>
          </w:tcPr>
          <w:p w14:paraId="2372780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Ermina Cilović Kozarević, doc.</w:t>
            </w:r>
          </w:p>
          <w:p w14:paraId="45E88E54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Sanida Bektić,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2FE26F8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E867C5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10C57A7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0C82598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Raspodjela sati u planu realizacije nastave je upisana pogrešno i nije u saglasnosti sa usvojenim Planom realizacije nastave na PMF-u (nastavni predemet je sa djeljenom matičnošću između PMF-a i Farmaceutskog fakulteta, te oba Fakulteta usvajaju PRN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).</w:t>
            </w:r>
          </w:p>
        </w:tc>
      </w:tr>
      <w:tr w14:paraId="747D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8B64428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Farmakoepidemiologija sa farmakoekonomikom</w:t>
            </w:r>
          </w:p>
        </w:tc>
        <w:tc>
          <w:tcPr>
            <w:tcW w:w="790" w:type="dxa"/>
            <w:vAlign w:val="center"/>
          </w:tcPr>
          <w:p w14:paraId="0DDBCC0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5D50754D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619330C9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E3DAB4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Edisa Trumić Hodžić,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411E100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CC6A4C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7BFF36A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567" w:type="dxa"/>
            <w:textDirection w:val="lrTbV"/>
            <w:vAlign w:val="center"/>
          </w:tcPr>
          <w:p w14:paraId="3CC83F2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3D669F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2504" w:type="dxa"/>
            <w:vAlign w:val="center"/>
          </w:tcPr>
          <w:p w14:paraId="48874A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Studenti nisu odabrali izborni predmet</w:t>
            </w:r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553717A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 xml:space="preserve"> 04.10.2024.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DA64B69"/>
    <w:rsid w:val="1E49362B"/>
    <w:rsid w:val="1E981141"/>
    <w:rsid w:val="1F33045A"/>
    <w:rsid w:val="22D97EBC"/>
    <w:rsid w:val="240E784B"/>
    <w:rsid w:val="26DF4E6D"/>
    <w:rsid w:val="2D580F5B"/>
    <w:rsid w:val="2DCD6330"/>
    <w:rsid w:val="2F581996"/>
    <w:rsid w:val="2FA92D39"/>
    <w:rsid w:val="356C3BAA"/>
    <w:rsid w:val="36B3269F"/>
    <w:rsid w:val="38AB452C"/>
    <w:rsid w:val="39EE3018"/>
    <w:rsid w:val="42091F04"/>
    <w:rsid w:val="42BC5B84"/>
    <w:rsid w:val="43847352"/>
    <w:rsid w:val="45AB21DA"/>
    <w:rsid w:val="45CD56CD"/>
    <w:rsid w:val="4750610E"/>
    <w:rsid w:val="4A861153"/>
    <w:rsid w:val="4A8A736F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4B3526A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3</Pages>
  <Words>607</Words>
  <Characters>3464</Characters>
  <Lines>28</Lines>
  <Paragraphs>8</Paragraphs>
  <TotalTime>5</TotalTime>
  <ScaleCrop>false</ScaleCrop>
  <LinksUpToDate>false</LinksUpToDate>
  <CharactersWithSpaces>4063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2024-10-07T11:41:01Z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95BB4E060FC54F009D5767F7E87E1647_13</vt:lpwstr>
  </property>
</Properties>
</file>